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064" w:rsidRPr="00065AF0" w:rsidRDefault="00606064" w:rsidP="0060606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65AF0">
        <w:rPr>
          <w:rFonts w:ascii="Arial" w:hAnsi="Arial" w:cs="Arial"/>
          <w:b/>
          <w:sz w:val="24"/>
          <w:szCs w:val="24"/>
          <w:u w:val="single"/>
        </w:rPr>
        <w:t>Verpflichtende Informationen über Lebensmittel gemäß LMIV</w:t>
      </w:r>
    </w:p>
    <w:p w:rsidR="00606064" w:rsidRPr="00065AF0" w:rsidRDefault="00606064" w:rsidP="00606064">
      <w:pPr>
        <w:jc w:val="center"/>
        <w:rPr>
          <w:rFonts w:ascii="Arial" w:hAnsi="Arial" w:cs="Arial"/>
          <w:b/>
          <w:sz w:val="24"/>
          <w:szCs w:val="24"/>
        </w:rPr>
      </w:pPr>
      <w:r w:rsidRPr="00065AF0">
        <w:rPr>
          <w:rFonts w:ascii="Arial" w:hAnsi="Arial" w:cs="Arial"/>
          <w:b/>
          <w:sz w:val="24"/>
          <w:szCs w:val="24"/>
        </w:rPr>
        <w:t>(gilt ab 13. Dezember 2014)</w:t>
      </w:r>
    </w:p>
    <w:p w:rsidR="00606064" w:rsidRPr="00065AF0" w:rsidRDefault="00606064" w:rsidP="00606064">
      <w:pPr>
        <w:rPr>
          <w:rFonts w:ascii="Arial" w:hAnsi="Arial" w:cs="Arial"/>
        </w:rPr>
      </w:pPr>
    </w:p>
    <w:p w:rsidR="00606064" w:rsidRPr="00065AF0" w:rsidRDefault="00606064" w:rsidP="00606064">
      <w:pPr>
        <w:rPr>
          <w:rFonts w:ascii="Arial" w:hAnsi="Arial" w:cs="Arial"/>
          <w:sz w:val="20"/>
          <w:szCs w:val="20"/>
        </w:rPr>
      </w:pPr>
      <w:r w:rsidRPr="00065AF0">
        <w:rPr>
          <w:rFonts w:ascii="Arial" w:hAnsi="Arial" w:cs="Arial"/>
          <w:sz w:val="20"/>
          <w:szCs w:val="20"/>
        </w:rPr>
        <w:t>Für vorverpackte Lebensmittel sind grundsätzlich gemäß Art. 9 Absatz 1 der LMIV folgende Angaben als Information verpflichtend:</w:t>
      </w:r>
    </w:p>
    <w:p w:rsidR="00606064" w:rsidRPr="00065AF0" w:rsidRDefault="00606064" w:rsidP="00606064">
      <w:pPr>
        <w:rPr>
          <w:rFonts w:ascii="Arial" w:hAnsi="Arial" w:cs="Arial"/>
          <w:sz w:val="20"/>
          <w:szCs w:val="20"/>
        </w:rPr>
      </w:pPr>
    </w:p>
    <w:p w:rsidR="00606064" w:rsidRPr="00065AF0" w:rsidRDefault="00606064" w:rsidP="00AA581D">
      <w:pPr>
        <w:pStyle w:val="Listenabsatz"/>
        <w:numPr>
          <w:ilvl w:val="0"/>
          <w:numId w:val="1"/>
        </w:numPr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065AF0">
        <w:rPr>
          <w:rFonts w:ascii="Arial" w:hAnsi="Arial" w:cs="Arial"/>
          <w:sz w:val="20"/>
          <w:szCs w:val="20"/>
        </w:rPr>
        <w:t>di</w:t>
      </w:r>
      <w:r w:rsidR="00576719" w:rsidRPr="00065AF0">
        <w:rPr>
          <w:rFonts w:ascii="Arial" w:hAnsi="Arial" w:cs="Arial"/>
          <w:sz w:val="20"/>
          <w:szCs w:val="20"/>
        </w:rPr>
        <w:t xml:space="preserve">e </w:t>
      </w:r>
      <w:r w:rsidR="00576719" w:rsidRPr="00433752">
        <w:rPr>
          <w:rFonts w:ascii="Arial" w:hAnsi="Arial" w:cs="Arial"/>
          <w:sz w:val="20"/>
          <w:szCs w:val="20"/>
          <w:highlight w:val="yellow"/>
        </w:rPr>
        <w:t>Bezeichnung</w:t>
      </w:r>
      <w:r w:rsidR="00576719" w:rsidRPr="00065AF0">
        <w:rPr>
          <w:rFonts w:ascii="Arial" w:hAnsi="Arial" w:cs="Arial"/>
          <w:sz w:val="20"/>
          <w:szCs w:val="20"/>
        </w:rPr>
        <w:t xml:space="preserve"> des Lebensmittels = in diesem Fall: </w:t>
      </w:r>
      <w:r w:rsidR="00576719" w:rsidRPr="00433752">
        <w:rPr>
          <w:rFonts w:ascii="Arial" w:hAnsi="Arial" w:cs="Arial"/>
          <w:sz w:val="20"/>
          <w:szCs w:val="20"/>
          <w:highlight w:val="yellow"/>
        </w:rPr>
        <w:t>Smoothie</w:t>
      </w:r>
    </w:p>
    <w:p w:rsidR="00606064" w:rsidRDefault="00606064" w:rsidP="00576719">
      <w:pPr>
        <w:pStyle w:val="Listenabsatz"/>
        <w:numPr>
          <w:ilvl w:val="0"/>
          <w:numId w:val="1"/>
        </w:numPr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433752">
        <w:rPr>
          <w:rFonts w:ascii="Arial" w:hAnsi="Arial" w:cs="Arial"/>
          <w:sz w:val="20"/>
          <w:szCs w:val="20"/>
        </w:rPr>
        <w:t xml:space="preserve">das </w:t>
      </w:r>
      <w:r w:rsidR="00433752" w:rsidRPr="00433752">
        <w:rPr>
          <w:rFonts w:ascii="Arial" w:hAnsi="Arial" w:cs="Arial"/>
          <w:sz w:val="20"/>
          <w:szCs w:val="20"/>
        </w:rPr>
        <w:t xml:space="preserve">Zutatenverzeichnis muss beginnen mit </w:t>
      </w:r>
      <w:r w:rsidR="00433752" w:rsidRPr="00433752">
        <w:rPr>
          <w:rFonts w:ascii="Arial" w:hAnsi="Arial" w:cs="Arial"/>
          <w:sz w:val="20"/>
          <w:szCs w:val="20"/>
          <w:highlight w:val="yellow"/>
        </w:rPr>
        <w:t>„Zutaten:“, Bio Auslobung, Saft/Püree Angabe</w:t>
      </w:r>
      <w:r w:rsidR="00433752" w:rsidRPr="00433752">
        <w:rPr>
          <w:rFonts w:ascii="Arial" w:hAnsi="Arial" w:cs="Arial"/>
          <w:sz w:val="20"/>
          <w:szCs w:val="20"/>
        </w:rPr>
        <w:t xml:space="preserve"> </w:t>
      </w:r>
      <w:r w:rsidR="00065AF0" w:rsidRPr="00433752">
        <w:rPr>
          <w:rFonts w:ascii="Arial" w:hAnsi="Arial" w:cs="Arial"/>
          <w:sz w:val="20"/>
          <w:szCs w:val="20"/>
        </w:rPr>
        <w:t>(</w:t>
      </w:r>
      <w:r w:rsidR="00576719" w:rsidRPr="00433752">
        <w:rPr>
          <w:rFonts w:ascii="Arial" w:hAnsi="Arial" w:cs="Arial"/>
          <w:sz w:val="20"/>
          <w:szCs w:val="20"/>
        </w:rPr>
        <w:t>siehe separate Datei mit Zutaten zum kopieren)</w:t>
      </w:r>
    </w:p>
    <w:p w:rsidR="00433752" w:rsidRPr="00433752" w:rsidRDefault="00433752" w:rsidP="00433752">
      <w:pPr>
        <w:pStyle w:val="Listenabsatz"/>
        <w:ind w:left="714"/>
        <w:contextualSpacing w:val="0"/>
        <w:rPr>
          <w:rFonts w:ascii="Arial" w:hAnsi="Arial" w:cs="Arial"/>
          <w:sz w:val="20"/>
          <w:szCs w:val="20"/>
        </w:rPr>
      </w:pPr>
      <w:r w:rsidRPr="00433752"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2847975" cy="129221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40" cy="130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81D" w:rsidRPr="00433752" w:rsidRDefault="00576719" w:rsidP="00433752">
      <w:pPr>
        <w:pStyle w:val="Listenabsatz"/>
        <w:numPr>
          <w:ilvl w:val="0"/>
          <w:numId w:val="1"/>
        </w:numPr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065AF0">
        <w:rPr>
          <w:rFonts w:ascii="Arial" w:hAnsi="Arial" w:cs="Arial"/>
          <w:sz w:val="20"/>
          <w:szCs w:val="20"/>
        </w:rPr>
        <w:t xml:space="preserve">die </w:t>
      </w:r>
      <w:r w:rsidRPr="00433752">
        <w:rPr>
          <w:rFonts w:ascii="Arial" w:hAnsi="Arial" w:cs="Arial"/>
          <w:sz w:val="20"/>
          <w:szCs w:val="20"/>
          <w:highlight w:val="yellow"/>
        </w:rPr>
        <w:t>Nährwertangaben</w:t>
      </w:r>
      <w:r w:rsidRPr="00065AF0">
        <w:rPr>
          <w:rFonts w:ascii="Arial" w:hAnsi="Arial" w:cs="Arial"/>
          <w:sz w:val="20"/>
          <w:szCs w:val="20"/>
        </w:rPr>
        <w:t xml:space="preserve"> </w:t>
      </w:r>
      <w:r w:rsidR="00433752">
        <w:rPr>
          <w:rFonts w:ascii="Arial" w:hAnsi="Arial" w:cs="Arial"/>
          <w:sz w:val="20"/>
          <w:szCs w:val="20"/>
        </w:rPr>
        <w:t xml:space="preserve">müssen zwingend aufgeführt werden </w:t>
      </w:r>
      <w:r w:rsidR="00433752">
        <w:rPr>
          <w:rFonts w:ascii="Arial" w:hAnsi="Arial" w:cs="Arial"/>
          <w:sz w:val="20"/>
          <w:szCs w:val="20"/>
        </w:rPr>
        <w:tab/>
      </w:r>
      <w:r w:rsidR="00433752">
        <w:rPr>
          <w:rFonts w:ascii="Arial" w:hAnsi="Arial" w:cs="Arial"/>
          <w:sz w:val="20"/>
          <w:szCs w:val="20"/>
        </w:rPr>
        <w:tab/>
      </w:r>
      <w:r w:rsidR="00433752">
        <w:rPr>
          <w:rFonts w:ascii="Arial" w:hAnsi="Arial" w:cs="Arial"/>
          <w:sz w:val="20"/>
          <w:szCs w:val="20"/>
        </w:rPr>
        <w:tab/>
      </w:r>
      <w:r w:rsidR="00433752">
        <w:rPr>
          <w:rFonts w:ascii="Arial" w:hAnsi="Arial" w:cs="Arial"/>
          <w:sz w:val="20"/>
          <w:szCs w:val="20"/>
        </w:rPr>
        <w:tab/>
        <w:t xml:space="preserve"> </w:t>
      </w:r>
      <w:r w:rsidRPr="00433752">
        <w:rPr>
          <w:rFonts w:ascii="Arial" w:hAnsi="Arial" w:cs="Arial"/>
          <w:sz w:val="20"/>
          <w:szCs w:val="20"/>
        </w:rPr>
        <w:t>(siehe separate Datei mit Nährwertangaben zum kopieren)</w:t>
      </w:r>
    </w:p>
    <w:p w:rsidR="00606064" w:rsidRPr="00065AF0" w:rsidRDefault="00576719" w:rsidP="00AA581D">
      <w:pPr>
        <w:pStyle w:val="Listenabsatz"/>
        <w:numPr>
          <w:ilvl w:val="0"/>
          <w:numId w:val="1"/>
        </w:numPr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065AF0">
        <w:rPr>
          <w:rFonts w:ascii="Arial" w:hAnsi="Arial" w:cs="Arial"/>
          <w:sz w:val="20"/>
          <w:szCs w:val="20"/>
        </w:rPr>
        <w:t xml:space="preserve">die </w:t>
      </w:r>
      <w:r w:rsidRPr="00433752">
        <w:rPr>
          <w:rFonts w:ascii="Arial" w:hAnsi="Arial" w:cs="Arial"/>
          <w:sz w:val="20"/>
          <w:szCs w:val="20"/>
          <w:highlight w:val="yellow"/>
        </w:rPr>
        <w:t>Nettofüllmenge</w:t>
      </w:r>
      <w:r w:rsidRPr="00065AF0">
        <w:rPr>
          <w:rFonts w:ascii="Arial" w:hAnsi="Arial" w:cs="Arial"/>
          <w:sz w:val="20"/>
          <w:szCs w:val="20"/>
        </w:rPr>
        <w:t xml:space="preserve"> = in diesem Fall: </w:t>
      </w:r>
      <w:r w:rsidRPr="00433752">
        <w:rPr>
          <w:rFonts w:ascii="Arial" w:hAnsi="Arial" w:cs="Arial"/>
          <w:sz w:val="20"/>
          <w:szCs w:val="20"/>
          <w:highlight w:val="yellow"/>
        </w:rPr>
        <w:t>150 ml oder 245 ml</w:t>
      </w:r>
    </w:p>
    <w:p w:rsidR="00606064" w:rsidRPr="00065AF0" w:rsidRDefault="00606064" w:rsidP="00AA581D">
      <w:pPr>
        <w:pStyle w:val="Listenabsatz"/>
        <w:numPr>
          <w:ilvl w:val="0"/>
          <w:numId w:val="1"/>
        </w:numPr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065AF0">
        <w:rPr>
          <w:rFonts w:ascii="Arial" w:hAnsi="Arial" w:cs="Arial"/>
          <w:sz w:val="20"/>
          <w:szCs w:val="20"/>
        </w:rPr>
        <w:t xml:space="preserve">das </w:t>
      </w:r>
      <w:r w:rsidRPr="00433752">
        <w:rPr>
          <w:rFonts w:ascii="Arial" w:hAnsi="Arial" w:cs="Arial"/>
          <w:sz w:val="20"/>
          <w:szCs w:val="20"/>
          <w:highlight w:val="yellow"/>
        </w:rPr>
        <w:t>Mindesthaltbar</w:t>
      </w:r>
      <w:r w:rsidR="00AA581D" w:rsidRPr="00433752">
        <w:rPr>
          <w:rFonts w:ascii="Arial" w:hAnsi="Arial" w:cs="Arial"/>
          <w:sz w:val="20"/>
          <w:szCs w:val="20"/>
          <w:highlight w:val="yellow"/>
        </w:rPr>
        <w:t>keitsdatum</w:t>
      </w:r>
      <w:r w:rsidR="00AA581D" w:rsidRPr="00065AF0">
        <w:rPr>
          <w:rFonts w:ascii="Arial" w:hAnsi="Arial" w:cs="Arial"/>
          <w:sz w:val="20"/>
          <w:szCs w:val="20"/>
        </w:rPr>
        <w:t xml:space="preserve"> oder Verbrauchsdatum (Wunschlieferdatum plus 2 Monate)</w:t>
      </w:r>
    </w:p>
    <w:p w:rsidR="00AA581D" w:rsidRDefault="00AA581D" w:rsidP="00AA581D">
      <w:pPr>
        <w:pStyle w:val="Listenabsatz"/>
        <w:numPr>
          <w:ilvl w:val="0"/>
          <w:numId w:val="1"/>
        </w:numPr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065AF0">
        <w:rPr>
          <w:rFonts w:ascii="Arial" w:hAnsi="Arial" w:cs="Arial"/>
          <w:sz w:val="20"/>
          <w:szCs w:val="20"/>
        </w:rPr>
        <w:t xml:space="preserve">Bio-Siegel, </w:t>
      </w:r>
      <w:r w:rsidRPr="00433752">
        <w:rPr>
          <w:rFonts w:ascii="Arial" w:hAnsi="Arial" w:cs="Arial"/>
          <w:b/>
          <w:sz w:val="20"/>
          <w:szCs w:val="20"/>
        </w:rPr>
        <w:t>EU Bio Logo</w:t>
      </w:r>
      <w:r w:rsidRPr="00065AF0">
        <w:rPr>
          <w:rFonts w:ascii="Arial" w:hAnsi="Arial" w:cs="Arial"/>
          <w:sz w:val="20"/>
          <w:szCs w:val="20"/>
        </w:rPr>
        <w:t xml:space="preserve"> (</w:t>
      </w:r>
      <w:hyperlink r:id="rId6" w:history="1">
        <w:r w:rsidRPr="00065AF0">
          <w:rPr>
            <w:rStyle w:val="Hyperlink"/>
            <w:rFonts w:ascii="Arial" w:hAnsi="Arial" w:cs="Arial"/>
            <w:sz w:val="20"/>
            <w:szCs w:val="20"/>
          </w:rPr>
          <w:t>https://www.oekolandbau.de/bio-siegel/</w:t>
        </w:r>
      </w:hyperlink>
      <w:r w:rsidR="00576719" w:rsidRPr="00065AF0">
        <w:rPr>
          <w:rFonts w:ascii="Arial" w:hAnsi="Arial" w:cs="Arial"/>
          <w:sz w:val="20"/>
          <w:szCs w:val="20"/>
        </w:rPr>
        <w:t>) bzw. Dateien anbei</w:t>
      </w:r>
    </w:p>
    <w:p w:rsidR="00433752" w:rsidRDefault="00433752" w:rsidP="0043375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Vorgaben: </w:t>
      </w:r>
    </w:p>
    <w:p w:rsidR="00433752" w:rsidRDefault="00433752" w:rsidP="00433752">
      <w:pPr>
        <w:pStyle w:val="Default"/>
        <w:spacing w:after="47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- Logo mindestens 15 mm x 10 mm </w:t>
      </w:r>
    </w:p>
    <w:p w:rsidR="00433752" w:rsidRDefault="00433752" w:rsidP="00433752">
      <w:pPr>
        <w:pStyle w:val="Default"/>
        <w:spacing w:after="47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- Logo nicht verzerren, Seitenverhältnis </w:t>
      </w:r>
      <w:proofErr w:type="gramStart"/>
      <w:r>
        <w:rPr>
          <w:sz w:val="20"/>
          <w:szCs w:val="20"/>
        </w:rPr>
        <w:t>1 :</w:t>
      </w:r>
      <w:proofErr w:type="gramEnd"/>
      <w:r>
        <w:rPr>
          <w:sz w:val="20"/>
          <w:szCs w:val="20"/>
        </w:rPr>
        <w:t xml:space="preserve"> 1,5. </w:t>
      </w:r>
    </w:p>
    <w:p w:rsidR="00433752" w:rsidRDefault="00433752" w:rsidP="00433752">
      <w:pPr>
        <w:pStyle w:val="Default"/>
        <w:spacing w:after="47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- 10% von </w:t>
      </w:r>
      <w:proofErr w:type="spellStart"/>
      <w:r>
        <w:rPr>
          <w:sz w:val="20"/>
          <w:szCs w:val="20"/>
        </w:rPr>
        <w:t>Logohöhe</w:t>
      </w:r>
      <w:proofErr w:type="spellEnd"/>
      <w:r>
        <w:rPr>
          <w:sz w:val="20"/>
          <w:szCs w:val="20"/>
        </w:rPr>
        <w:t xml:space="preserve"> rings um das Logo freihalten </w:t>
      </w:r>
    </w:p>
    <w:p w:rsidR="00433752" w:rsidRDefault="00433752" w:rsidP="00433752">
      <w:pPr>
        <w:pStyle w:val="Default"/>
        <w:spacing w:after="47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- Schrift </w:t>
      </w:r>
      <w:proofErr w:type="spellStart"/>
      <w:r>
        <w:rPr>
          <w:sz w:val="20"/>
          <w:szCs w:val="20"/>
        </w:rPr>
        <w:t>Myriad</w:t>
      </w:r>
      <w:proofErr w:type="spellEnd"/>
      <w:r>
        <w:rPr>
          <w:sz w:val="20"/>
          <w:szCs w:val="20"/>
        </w:rPr>
        <w:t xml:space="preserve"> Pro Regular (Stil normal oder fett); Schriftgröße gut lesbar</w:t>
      </w:r>
    </w:p>
    <w:p w:rsidR="00433752" w:rsidRDefault="00433752" w:rsidP="00433752">
      <w:pPr>
        <w:pStyle w:val="Default"/>
        <w:spacing w:after="47"/>
        <w:ind w:left="862" w:hanging="142"/>
        <w:rPr>
          <w:sz w:val="20"/>
          <w:szCs w:val="20"/>
        </w:rPr>
      </w:pPr>
      <w:r>
        <w:rPr>
          <w:sz w:val="20"/>
          <w:szCs w:val="20"/>
        </w:rPr>
        <w:t xml:space="preserve">- Kontrollstellencode </w:t>
      </w:r>
      <w:r>
        <w:rPr>
          <w:b/>
          <w:bCs/>
          <w:sz w:val="20"/>
          <w:szCs w:val="20"/>
        </w:rPr>
        <w:t xml:space="preserve">(DE-ÖKO-070) </w:t>
      </w:r>
      <w:r>
        <w:rPr>
          <w:sz w:val="20"/>
          <w:szCs w:val="20"/>
        </w:rPr>
        <w:t xml:space="preserve">und Ort </w:t>
      </w:r>
      <w:r>
        <w:rPr>
          <w:b/>
          <w:bCs/>
          <w:sz w:val="20"/>
          <w:szCs w:val="20"/>
        </w:rPr>
        <w:t xml:space="preserve">(EU-/Nicht-EU-Landwirtschaft) </w:t>
      </w:r>
      <w:r>
        <w:rPr>
          <w:sz w:val="20"/>
          <w:szCs w:val="20"/>
        </w:rPr>
        <w:t xml:space="preserve">unter dem Logo </w:t>
      </w: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aufführen </w:t>
      </w:r>
    </w:p>
    <w:p w:rsidR="0005286C" w:rsidRDefault="0005286C" w:rsidP="00433752">
      <w:pPr>
        <w:pStyle w:val="Default"/>
        <w:spacing w:after="47"/>
        <w:ind w:left="862" w:hanging="142"/>
        <w:rPr>
          <w:sz w:val="20"/>
          <w:szCs w:val="20"/>
        </w:rPr>
      </w:pPr>
      <w:bookmarkStart w:id="0" w:name="_GoBack"/>
      <w:bookmarkEnd w:id="0"/>
    </w:p>
    <w:p w:rsidR="00433752" w:rsidRDefault="0005286C" w:rsidP="00433752">
      <w:pPr>
        <w:pStyle w:val="Default"/>
        <w:spacing w:after="47"/>
        <w:ind w:left="720"/>
        <w:rPr>
          <w:sz w:val="20"/>
          <w:szCs w:val="20"/>
        </w:rPr>
      </w:pPr>
      <w:r w:rsidRPr="0005286C">
        <w:rPr>
          <w:noProof/>
          <w:sz w:val="20"/>
          <w:szCs w:val="20"/>
          <w:lang w:eastAsia="de-DE"/>
        </w:rPr>
        <w:drawing>
          <wp:inline distT="0" distB="0" distL="0" distR="0">
            <wp:extent cx="3476625" cy="1458226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224" cy="1465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86C" w:rsidRPr="00433752" w:rsidRDefault="0005286C" w:rsidP="00433752">
      <w:pPr>
        <w:pStyle w:val="Default"/>
        <w:spacing w:after="47"/>
        <w:ind w:left="720"/>
        <w:rPr>
          <w:sz w:val="20"/>
          <w:szCs w:val="20"/>
        </w:rPr>
      </w:pPr>
    </w:p>
    <w:p w:rsidR="00433752" w:rsidRPr="00433752" w:rsidRDefault="00606064" w:rsidP="00433752">
      <w:pPr>
        <w:pStyle w:val="Listenabsatz"/>
        <w:numPr>
          <w:ilvl w:val="0"/>
          <w:numId w:val="1"/>
        </w:numPr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065AF0">
        <w:rPr>
          <w:rFonts w:ascii="Arial" w:hAnsi="Arial" w:cs="Arial"/>
          <w:sz w:val="20"/>
          <w:szCs w:val="20"/>
        </w:rPr>
        <w:t>ggf. besondere Anweisungen für A</w:t>
      </w:r>
      <w:r w:rsidR="00065AF0">
        <w:rPr>
          <w:rFonts w:ascii="Arial" w:hAnsi="Arial" w:cs="Arial"/>
          <w:sz w:val="20"/>
          <w:szCs w:val="20"/>
        </w:rPr>
        <w:t>ufbewahrung und/oder Verwendung</w:t>
      </w:r>
      <w:r w:rsidR="00576719" w:rsidRPr="00065AF0">
        <w:rPr>
          <w:rFonts w:ascii="Arial" w:hAnsi="Arial" w:cs="Arial"/>
          <w:sz w:val="20"/>
          <w:szCs w:val="20"/>
        </w:rPr>
        <w:t xml:space="preserve"> (falls gewünscht, z.B. </w:t>
      </w:r>
      <w:r w:rsidR="00576719" w:rsidRPr="00433752">
        <w:rPr>
          <w:rFonts w:ascii="Arial" w:hAnsi="Arial" w:cs="Arial"/>
          <w:b/>
          <w:sz w:val="20"/>
          <w:szCs w:val="20"/>
        </w:rPr>
        <w:t>„nach dem Öffnen binnen 24h verzehren“</w:t>
      </w:r>
      <w:r w:rsidR="00065AF0" w:rsidRPr="00433752">
        <w:rPr>
          <w:rFonts w:ascii="Arial" w:hAnsi="Arial" w:cs="Arial"/>
          <w:sz w:val="20"/>
          <w:szCs w:val="20"/>
        </w:rPr>
        <w:t>)</w:t>
      </w:r>
    </w:p>
    <w:p w:rsidR="00433752" w:rsidRDefault="00433752" w:rsidP="00433752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Herstellerangabe (</w:t>
      </w:r>
      <w:r w:rsidRPr="00433752">
        <w:rPr>
          <w:b/>
          <w:i/>
          <w:sz w:val="20"/>
          <w:szCs w:val="20"/>
        </w:rPr>
        <w:t>Proviant Fruchtmanufaktur GmbH &amp; Co. KG, Wolfener Str. 36, 12681</w:t>
      </w:r>
      <w:r>
        <w:rPr>
          <w:sz w:val="20"/>
          <w:szCs w:val="20"/>
        </w:rPr>
        <w:t xml:space="preserve">) </w:t>
      </w:r>
    </w:p>
    <w:p w:rsidR="00F56561" w:rsidRPr="00065AF0" w:rsidRDefault="00F56561" w:rsidP="00606064">
      <w:pPr>
        <w:rPr>
          <w:rFonts w:ascii="Arial" w:hAnsi="Arial" w:cs="Arial"/>
          <w:sz w:val="20"/>
          <w:szCs w:val="20"/>
        </w:rPr>
      </w:pPr>
    </w:p>
    <w:sectPr w:rsidR="00F56561" w:rsidRPr="00065AF0" w:rsidSect="00F565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C003F"/>
    <w:multiLevelType w:val="hybridMultilevel"/>
    <w:tmpl w:val="34FC046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64"/>
    <w:rsid w:val="00001A27"/>
    <w:rsid w:val="00001D1A"/>
    <w:rsid w:val="00001F10"/>
    <w:rsid w:val="0001049B"/>
    <w:rsid w:val="0001080F"/>
    <w:rsid w:val="00010BCC"/>
    <w:rsid w:val="00021545"/>
    <w:rsid w:val="00023785"/>
    <w:rsid w:val="00025189"/>
    <w:rsid w:val="00041E88"/>
    <w:rsid w:val="00042BC9"/>
    <w:rsid w:val="00043CC8"/>
    <w:rsid w:val="000447C8"/>
    <w:rsid w:val="0004490B"/>
    <w:rsid w:val="000453A6"/>
    <w:rsid w:val="000458E8"/>
    <w:rsid w:val="000521F2"/>
    <w:rsid w:val="0005286C"/>
    <w:rsid w:val="00055C6C"/>
    <w:rsid w:val="0005728E"/>
    <w:rsid w:val="0006202A"/>
    <w:rsid w:val="00063DE5"/>
    <w:rsid w:val="00065AF0"/>
    <w:rsid w:val="00067455"/>
    <w:rsid w:val="00067F36"/>
    <w:rsid w:val="00073F9E"/>
    <w:rsid w:val="0007543E"/>
    <w:rsid w:val="00084CB0"/>
    <w:rsid w:val="00086DF5"/>
    <w:rsid w:val="000871A0"/>
    <w:rsid w:val="000909BC"/>
    <w:rsid w:val="00091542"/>
    <w:rsid w:val="00095236"/>
    <w:rsid w:val="000A04AA"/>
    <w:rsid w:val="000A24CF"/>
    <w:rsid w:val="000A44CC"/>
    <w:rsid w:val="000A4C26"/>
    <w:rsid w:val="000B4273"/>
    <w:rsid w:val="000B4F46"/>
    <w:rsid w:val="000C1514"/>
    <w:rsid w:val="000D2337"/>
    <w:rsid w:val="000E0B59"/>
    <w:rsid w:val="000E327C"/>
    <w:rsid w:val="000E39A1"/>
    <w:rsid w:val="000E3B28"/>
    <w:rsid w:val="000F25FD"/>
    <w:rsid w:val="000F311E"/>
    <w:rsid w:val="000F5343"/>
    <w:rsid w:val="000F70D7"/>
    <w:rsid w:val="000F7A4F"/>
    <w:rsid w:val="00101A25"/>
    <w:rsid w:val="001071A3"/>
    <w:rsid w:val="00120A98"/>
    <w:rsid w:val="00122E33"/>
    <w:rsid w:val="001337E1"/>
    <w:rsid w:val="001347AE"/>
    <w:rsid w:val="001373EA"/>
    <w:rsid w:val="001442FE"/>
    <w:rsid w:val="00147C92"/>
    <w:rsid w:val="00150F40"/>
    <w:rsid w:val="00152C7C"/>
    <w:rsid w:val="00154472"/>
    <w:rsid w:val="00161202"/>
    <w:rsid w:val="001664BC"/>
    <w:rsid w:val="00170B82"/>
    <w:rsid w:val="00172A56"/>
    <w:rsid w:val="001752AE"/>
    <w:rsid w:val="00176A6E"/>
    <w:rsid w:val="001772AD"/>
    <w:rsid w:val="0018019D"/>
    <w:rsid w:val="00181748"/>
    <w:rsid w:val="00185DD8"/>
    <w:rsid w:val="0019241E"/>
    <w:rsid w:val="00196056"/>
    <w:rsid w:val="001967C6"/>
    <w:rsid w:val="0019687E"/>
    <w:rsid w:val="00196CC5"/>
    <w:rsid w:val="001A2DC9"/>
    <w:rsid w:val="001A72EA"/>
    <w:rsid w:val="001C2115"/>
    <w:rsid w:val="001C3505"/>
    <w:rsid w:val="001C51EF"/>
    <w:rsid w:val="001C56A9"/>
    <w:rsid w:val="001D4E98"/>
    <w:rsid w:val="001D5240"/>
    <w:rsid w:val="001D58BB"/>
    <w:rsid w:val="001E358B"/>
    <w:rsid w:val="001F6A32"/>
    <w:rsid w:val="00201DBC"/>
    <w:rsid w:val="0020320E"/>
    <w:rsid w:val="002049DB"/>
    <w:rsid w:val="0021535B"/>
    <w:rsid w:val="002237D8"/>
    <w:rsid w:val="00234362"/>
    <w:rsid w:val="00250C3C"/>
    <w:rsid w:val="00262F76"/>
    <w:rsid w:val="002672E9"/>
    <w:rsid w:val="0027112C"/>
    <w:rsid w:val="00271E75"/>
    <w:rsid w:val="002726D7"/>
    <w:rsid w:val="00275783"/>
    <w:rsid w:val="002834EE"/>
    <w:rsid w:val="00285DB7"/>
    <w:rsid w:val="00293175"/>
    <w:rsid w:val="00293C57"/>
    <w:rsid w:val="00294C58"/>
    <w:rsid w:val="00296533"/>
    <w:rsid w:val="002A174F"/>
    <w:rsid w:val="002A50A2"/>
    <w:rsid w:val="002B0A7C"/>
    <w:rsid w:val="002B102B"/>
    <w:rsid w:val="002B4019"/>
    <w:rsid w:val="002B6EDC"/>
    <w:rsid w:val="002C0530"/>
    <w:rsid w:val="002C2590"/>
    <w:rsid w:val="002C31DC"/>
    <w:rsid w:val="002C3753"/>
    <w:rsid w:val="002C4449"/>
    <w:rsid w:val="002D34C2"/>
    <w:rsid w:val="002D4286"/>
    <w:rsid w:val="002D47E9"/>
    <w:rsid w:val="002D79A6"/>
    <w:rsid w:val="002E1A9C"/>
    <w:rsid w:val="002E1F20"/>
    <w:rsid w:val="002E4C88"/>
    <w:rsid w:val="002E56C8"/>
    <w:rsid w:val="002F160F"/>
    <w:rsid w:val="002F204B"/>
    <w:rsid w:val="00300815"/>
    <w:rsid w:val="00301F65"/>
    <w:rsid w:val="003129CF"/>
    <w:rsid w:val="00312B52"/>
    <w:rsid w:val="00314D7F"/>
    <w:rsid w:val="00320E64"/>
    <w:rsid w:val="00321D14"/>
    <w:rsid w:val="003234E4"/>
    <w:rsid w:val="00324146"/>
    <w:rsid w:val="00326032"/>
    <w:rsid w:val="00333769"/>
    <w:rsid w:val="00335E30"/>
    <w:rsid w:val="00337665"/>
    <w:rsid w:val="00350346"/>
    <w:rsid w:val="00352D05"/>
    <w:rsid w:val="003548AE"/>
    <w:rsid w:val="00354990"/>
    <w:rsid w:val="0036672D"/>
    <w:rsid w:val="00367231"/>
    <w:rsid w:val="00370CB2"/>
    <w:rsid w:val="003808C7"/>
    <w:rsid w:val="00383A0A"/>
    <w:rsid w:val="003909EE"/>
    <w:rsid w:val="00392593"/>
    <w:rsid w:val="0039433C"/>
    <w:rsid w:val="00394C8A"/>
    <w:rsid w:val="003A4261"/>
    <w:rsid w:val="003A7C4C"/>
    <w:rsid w:val="003B17A1"/>
    <w:rsid w:val="003C06F5"/>
    <w:rsid w:val="003C0A4F"/>
    <w:rsid w:val="003C1494"/>
    <w:rsid w:val="003C55D1"/>
    <w:rsid w:val="003D0497"/>
    <w:rsid w:val="003D0D75"/>
    <w:rsid w:val="003D2979"/>
    <w:rsid w:val="003D5055"/>
    <w:rsid w:val="003D6B3B"/>
    <w:rsid w:val="003E3A88"/>
    <w:rsid w:val="003E7711"/>
    <w:rsid w:val="003F4AAE"/>
    <w:rsid w:val="00404518"/>
    <w:rsid w:val="004058BF"/>
    <w:rsid w:val="0041026B"/>
    <w:rsid w:val="00421F12"/>
    <w:rsid w:val="0042449F"/>
    <w:rsid w:val="00427EBC"/>
    <w:rsid w:val="00431DCC"/>
    <w:rsid w:val="00433752"/>
    <w:rsid w:val="00437C2A"/>
    <w:rsid w:val="00443FF2"/>
    <w:rsid w:val="00446CEB"/>
    <w:rsid w:val="00447E25"/>
    <w:rsid w:val="004656E9"/>
    <w:rsid w:val="00474734"/>
    <w:rsid w:val="00480221"/>
    <w:rsid w:val="0048094E"/>
    <w:rsid w:val="00485B0C"/>
    <w:rsid w:val="004900B0"/>
    <w:rsid w:val="00494117"/>
    <w:rsid w:val="004A11AF"/>
    <w:rsid w:val="004A28C4"/>
    <w:rsid w:val="004A4D6F"/>
    <w:rsid w:val="004A77E5"/>
    <w:rsid w:val="004B6EBA"/>
    <w:rsid w:val="004C76B6"/>
    <w:rsid w:val="004C7BDF"/>
    <w:rsid w:val="004D283A"/>
    <w:rsid w:val="004D6C36"/>
    <w:rsid w:val="004D7A71"/>
    <w:rsid w:val="004E0533"/>
    <w:rsid w:val="004E0B48"/>
    <w:rsid w:val="004F28B3"/>
    <w:rsid w:val="004F2A37"/>
    <w:rsid w:val="004F7F06"/>
    <w:rsid w:val="005117DB"/>
    <w:rsid w:val="00512FEB"/>
    <w:rsid w:val="00514D41"/>
    <w:rsid w:val="00517838"/>
    <w:rsid w:val="00517B57"/>
    <w:rsid w:val="00525448"/>
    <w:rsid w:val="00526817"/>
    <w:rsid w:val="00527591"/>
    <w:rsid w:val="0053198A"/>
    <w:rsid w:val="00537514"/>
    <w:rsid w:val="00543B1E"/>
    <w:rsid w:val="00546065"/>
    <w:rsid w:val="005476CF"/>
    <w:rsid w:val="00554102"/>
    <w:rsid w:val="0055447D"/>
    <w:rsid w:val="00560404"/>
    <w:rsid w:val="00564FB5"/>
    <w:rsid w:val="00566F4A"/>
    <w:rsid w:val="00567BB5"/>
    <w:rsid w:val="0057321E"/>
    <w:rsid w:val="005735B2"/>
    <w:rsid w:val="00576719"/>
    <w:rsid w:val="00576B1D"/>
    <w:rsid w:val="00577ACE"/>
    <w:rsid w:val="00577C96"/>
    <w:rsid w:val="00591F9B"/>
    <w:rsid w:val="00593A44"/>
    <w:rsid w:val="005942EF"/>
    <w:rsid w:val="00594B0D"/>
    <w:rsid w:val="00594F7A"/>
    <w:rsid w:val="00595F49"/>
    <w:rsid w:val="0059674D"/>
    <w:rsid w:val="00597BC8"/>
    <w:rsid w:val="005A48B1"/>
    <w:rsid w:val="005B1D2B"/>
    <w:rsid w:val="005B48AF"/>
    <w:rsid w:val="005C3277"/>
    <w:rsid w:val="005C5363"/>
    <w:rsid w:val="005C6D00"/>
    <w:rsid w:val="005D77B7"/>
    <w:rsid w:val="005D7D5E"/>
    <w:rsid w:val="005E14A7"/>
    <w:rsid w:val="005E57F0"/>
    <w:rsid w:val="00602417"/>
    <w:rsid w:val="006033D4"/>
    <w:rsid w:val="0060540F"/>
    <w:rsid w:val="00606064"/>
    <w:rsid w:val="0061247A"/>
    <w:rsid w:val="00617099"/>
    <w:rsid w:val="00624D56"/>
    <w:rsid w:val="00626006"/>
    <w:rsid w:val="00626ECF"/>
    <w:rsid w:val="00641F80"/>
    <w:rsid w:val="00644006"/>
    <w:rsid w:val="0065336B"/>
    <w:rsid w:val="006547CC"/>
    <w:rsid w:val="00654AEE"/>
    <w:rsid w:val="00654DF4"/>
    <w:rsid w:val="00655A66"/>
    <w:rsid w:val="00656B49"/>
    <w:rsid w:val="0066319C"/>
    <w:rsid w:val="00666ACF"/>
    <w:rsid w:val="00670148"/>
    <w:rsid w:val="006711C2"/>
    <w:rsid w:val="00673A9B"/>
    <w:rsid w:val="006850A4"/>
    <w:rsid w:val="0069536C"/>
    <w:rsid w:val="006A1EE5"/>
    <w:rsid w:val="006B4FA3"/>
    <w:rsid w:val="006D287C"/>
    <w:rsid w:val="006E67B1"/>
    <w:rsid w:val="006E6FDF"/>
    <w:rsid w:val="006F1530"/>
    <w:rsid w:val="006F5CDA"/>
    <w:rsid w:val="006F7716"/>
    <w:rsid w:val="00703F6F"/>
    <w:rsid w:val="00707A63"/>
    <w:rsid w:val="00710812"/>
    <w:rsid w:val="00710880"/>
    <w:rsid w:val="00711024"/>
    <w:rsid w:val="00712485"/>
    <w:rsid w:val="00712620"/>
    <w:rsid w:val="007210DD"/>
    <w:rsid w:val="00722DAD"/>
    <w:rsid w:val="00724150"/>
    <w:rsid w:val="00724604"/>
    <w:rsid w:val="007265D1"/>
    <w:rsid w:val="00744ADF"/>
    <w:rsid w:val="007461B7"/>
    <w:rsid w:val="00750C5D"/>
    <w:rsid w:val="00751547"/>
    <w:rsid w:val="00756E5E"/>
    <w:rsid w:val="00761D52"/>
    <w:rsid w:val="00764035"/>
    <w:rsid w:val="00775CDA"/>
    <w:rsid w:val="00775ECF"/>
    <w:rsid w:val="00776065"/>
    <w:rsid w:val="00776D91"/>
    <w:rsid w:val="00786715"/>
    <w:rsid w:val="00786FB8"/>
    <w:rsid w:val="00787749"/>
    <w:rsid w:val="00787AC3"/>
    <w:rsid w:val="00795215"/>
    <w:rsid w:val="007A3600"/>
    <w:rsid w:val="007A7AC6"/>
    <w:rsid w:val="007B036D"/>
    <w:rsid w:val="007B0C24"/>
    <w:rsid w:val="007B364B"/>
    <w:rsid w:val="007B41D0"/>
    <w:rsid w:val="007B42EC"/>
    <w:rsid w:val="007B45B5"/>
    <w:rsid w:val="007B5B53"/>
    <w:rsid w:val="007B7A66"/>
    <w:rsid w:val="007C204F"/>
    <w:rsid w:val="007C23C9"/>
    <w:rsid w:val="007C42DE"/>
    <w:rsid w:val="007C6A59"/>
    <w:rsid w:val="007C7042"/>
    <w:rsid w:val="007C7150"/>
    <w:rsid w:val="007C7730"/>
    <w:rsid w:val="007D1082"/>
    <w:rsid w:val="007D2BC5"/>
    <w:rsid w:val="007E1832"/>
    <w:rsid w:val="007E195C"/>
    <w:rsid w:val="007E2CA9"/>
    <w:rsid w:val="007F0C3E"/>
    <w:rsid w:val="007F15CD"/>
    <w:rsid w:val="00801F21"/>
    <w:rsid w:val="00804D29"/>
    <w:rsid w:val="0080670E"/>
    <w:rsid w:val="0081529C"/>
    <w:rsid w:val="0082077D"/>
    <w:rsid w:val="00820B2B"/>
    <w:rsid w:val="00820D30"/>
    <w:rsid w:val="00821CF1"/>
    <w:rsid w:val="008244F9"/>
    <w:rsid w:val="00824D8B"/>
    <w:rsid w:val="008265A6"/>
    <w:rsid w:val="008279CD"/>
    <w:rsid w:val="00841860"/>
    <w:rsid w:val="00851935"/>
    <w:rsid w:val="00854C00"/>
    <w:rsid w:val="00856DFB"/>
    <w:rsid w:val="00860A9A"/>
    <w:rsid w:val="00864DCB"/>
    <w:rsid w:val="008728A8"/>
    <w:rsid w:val="00872D54"/>
    <w:rsid w:val="00874338"/>
    <w:rsid w:val="008768FA"/>
    <w:rsid w:val="0088486F"/>
    <w:rsid w:val="0088530D"/>
    <w:rsid w:val="008867DE"/>
    <w:rsid w:val="00890AFA"/>
    <w:rsid w:val="00894C7B"/>
    <w:rsid w:val="008A16AA"/>
    <w:rsid w:val="008A3B90"/>
    <w:rsid w:val="008B60B8"/>
    <w:rsid w:val="008B6C35"/>
    <w:rsid w:val="008B7E8E"/>
    <w:rsid w:val="008C01E0"/>
    <w:rsid w:val="008C0619"/>
    <w:rsid w:val="008C291B"/>
    <w:rsid w:val="008C5DB5"/>
    <w:rsid w:val="008C73EA"/>
    <w:rsid w:val="008C7442"/>
    <w:rsid w:val="008C769E"/>
    <w:rsid w:val="008D666E"/>
    <w:rsid w:val="008D67F6"/>
    <w:rsid w:val="008D7B21"/>
    <w:rsid w:val="008D7EBD"/>
    <w:rsid w:val="008E333B"/>
    <w:rsid w:val="008E636E"/>
    <w:rsid w:val="008F4082"/>
    <w:rsid w:val="008F545A"/>
    <w:rsid w:val="008F6461"/>
    <w:rsid w:val="00905E00"/>
    <w:rsid w:val="00906BEF"/>
    <w:rsid w:val="0090733B"/>
    <w:rsid w:val="00912697"/>
    <w:rsid w:val="009179B8"/>
    <w:rsid w:val="00923AD2"/>
    <w:rsid w:val="00924F68"/>
    <w:rsid w:val="00926C5E"/>
    <w:rsid w:val="00940065"/>
    <w:rsid w:val="00943FE2"/>
    <w:rsid w:val="0094644E"/>
    <w:rsid w:val="0095150C"/>
    <w:rsid w:val="009518E0"/>
    <w:rsid w:val="009554CF"/>
    <w:rsid w:val="00955EFD"/>
    <w:rsid w:val="009568B2"/>
    <w:rsid w:val="009608B3"/>
    <w:rsid w:val="00962A25"/>
    <w:rsid w:val="00965054"/>
    <w:rsid w:val="009667E3"/>
    <w:rsid w:val="009679F5"/>
    <w:rsid w:val="00967B8A"/>
    <w:rsid w:val="0097041A"/>
    <w:rsid w:val="009708C4"/>
    <w:rsid w:val="00973956"/>
    <w:rsid w:val="00975D8A"/>
    <w:rsid w:val="00984C9E"/>
    <w:rsid w:val="00993F91"/>
    <w:rsid w:val="0099413A"/>
    <w:rsid w:val="00997149"/>
    <w:rsid w:val="009A5187"/>
    <w:rsid w:val="009A6ACE"/>
    <w:rsid w:val="009A742F"/>
    <w:rsid w:val="009B0FB3"/>
    <w:rsid w:val="009B20A8"/>
    <w:rsid w:val="009C4930"/>
    <w:rsid w:val="009D0EE6"/>
    <w:rsid w:val="009D1FB7"/>
    <w:rsid w:val="009D3D27"/>
    <w:rsid w:val="009D3F36"/>
    <w:rsid w:val="009D7EFF"/>
    <w:rsid w:val="009E1136"/>
    <w:rsid w:val="009E1B38"/>
    <w:rsid w:val="009E3DB5"/>
    <w:rsid w:val="009E6B6C"/>
    <w:rsid w:val="009E70A4"/>
    <w:rsid w:val="009F1C8A"/>
    <w:rsid w:val="009F3EB2"/>
    <w:rsid w:val="00A003D8"/>
    <w:rsid w:val="00A011C9"/>
    <w:rsid w:val="00A01DEF"/>
    <w:rsid w:val="00A03560"/>
    <w:rsid w:val="00A04555"/>
    <w:rsid w:val="00A05A95"/>
    <w:rsid w:val="00A12FEA"/>
    <w:rsid w:val="00A14914"/>
    <w:rsid w:val="00A258EB"/>
    <w:rsid w:val="00A27AA9"/>
    <w:rsid w:val="00A33C62"/>
    <w:rsid w:val="00A353B6"/>
    <w:rsid w:val="00A35A42"/>
    <w:rsid w:val="00A37832"/>
    <w:rsid w:val="00A37BC6"/>
    <w:rsid w:val="00A4309A"/>
    <w:rsid w:val="00A45FDC"/>
    <w:rsid w:val="00A465A2"/>
    <w:rsid w:val="00A53371"/>
    <w:rsid w:val="00A57F05"/>
    <w:rsid w:val="00A61E68"/>
    <w:rsid w:val="00A64209"/>
    <w:rsid w:val="00A663C6"/>
    <w:rsid w:val="00A81064"/>
    <w:rsid w:val="00A87BBC"/>
    <w:rsid w:val="00AA57F2"/>
    <w:rsid w:val="00AA581D"/>
    <w:rsid w:val="00AB0BE8"/>
    <w:rsid w:val="00AB71DE"/>
    <w:rsid w:val="00AC12A4"/>
    <w:rsid w:val="00AC3DAE"/>
    <w:rsid w:val="00AC5CD8"/>
    <w:rsid w:val="00AC5D08"/>
    <w:rsid w:val="00AC6DD7"/>
    <w:rsid w:val="00AD2649"/>
    <w:rsid w:val="00AD28CD"/>
    <w:rsid w:val="00AD613C"/>
    <w:rsid w:val="00AD737B"/>
    <w:rsid w:val="00AE50CB"/>
    <w:rsid w:val="00AF28A0"/>
    <w:rsid w:val="00AF3CA2"/>
    <w:rsid w:val="00AF6E37"/>
    <w:rsid w:val="00AF7131"/>
    <w:rsid w:val="00B00738"/>
    <w:rsid w:val="00B030BD"/>
    <w:rsid w:val="00B13E93"/>
    <w:rsid w:val="00B1750C"/>
    <w:rsid w:val="00B20D5D"/>
    <w:rsid w:val="00B22DE6"/>
    <w:rsid w:val="00B26E48"/>
    <w:rsid w:val="00B31C33"/>
    <w:rsid w:val="00B354FE"/>
    <w:rsid w:val="00B4354C"/>
    <w:rsid w:val="00B5498D"/>
    <w:rsid w:val="00B626C0"/>
    <w:rsid w:val="00B66345"/>
    <w:rsid w:val="00B66819"/>
    <w:rsid w:val="00B7752C"/>
    <w:rsid w:val="00B7790A"/>
    <w:rsid w:val="00B818CD"/>
    <w:rsid w:val="00B851CC"/>
    <w:rsid w:val="00B85873"/>
    <w:rsid w:val="00B93408"/>
    <w:rsid w:val="00B94CB6"/>
    <w:rsid w:val="00BA1214"/>
    <w:rsid w:val="00BA3E0E"/>
    <w:rsid w:val="00BA44F9"/>
    <w:rsid w:val="00BA6BB6"/>
    <w:rsid w:val="00BA70BE"/>
    <w:rsid w:val="00BB257B"/>
    <w:rsid w:val="00BB376C"/>
    <w:rsid w:val="00BB5739"/>
    <w:rsid w:val="00BB7A00"/>
    <w:rsid w:val="00BC1592"/>
    <w:rsid w:val="00BC1D52"/>
    <w:rsid w:val="00BC471D"/>
    <w:rsid w:val="00BC64D2"/>
    <w:rsid w:val="00BD29E1"/>
    <w:rsid w:val="00BD2CF7"/>
    <w:rsid w:val="00BE3EA9"/>
    <w:rsid w:val="00BE52C5"/>
    <w:rsid w:val="00BE5A1C"/>
    <w:rsid w:val="00BF3336"/>
    <w:rsid w:val="00BF66AD"/>
    <w:rsid w:val="00C023ED"/>
    <w:rsid w:val="00C04D32"/>
    <w:rsid w:val="00C054E2"/>
    <w:rsid w:val="00C07E48"/>
    <w:rsid w:val="00C1299C"/>
    <w:rsid w:val="00C14C5E"/>
    <w:rsid w:val="00C1503C"/>
    <w:rsid w:val="00C170E2"/>
    <w:rsid w:val="00C17773"/>
    <w:rsid w:val="00C2158F"/>
    <w:rsid w:val="00C23DE3"/>
    <w:rsid w:val="00C24054"/>
    <w:rsid w:val="00C2478C"/>
    <w:rsid w:val="00C26DCC"/>
    <w:rsid w:val="00C36E11"/>
    <w:rsid w:val="00C37199"/>
    <w:rsid w:val="00C415DF"/>
    <w:rsid w:val="00C43E27"/>
    <w:rsid w:val="00C44A65"/>
    <w:rsid w:val="00C4558E"/>
    <w:rsid w:val="00C476A3"/>
    <w:rsid w:val="00C52082"/>
    <w:rsid w:val="00C5292C"/>
    <w:rsid w:val="00C52E4A"/>
    <w:rsid w:val="00C54A77"/>
    <w:rsid w:val="00C60430"/>
    <w:rsid w:val="00C627E9"/>
    <w:rsid w:val="00C63979"/>
    <w:rsid w:val="00C658AF"/>
    <w:rsid w:val="00C702EA"/>
    <w:rsid w:val="00C758EF"/>
    <w:rsid w:val="00C77BFA"/>
    <w:rsid w:val="00C8763A"/>
    <w:rsid w:val="00C87B2B"/>
    <w:rsid w:val="00C9089E"/>
    <w:rsid w:val="00C95624"/>
    <w:rsid w:val="00C964FA"/>
    <w:rsid w:val="00C96AE2"/>
    <w:rsid w:val="00C97A67"/>
    <w:rsid w:val="00CA4ADB"/>
    <w:rsid w:val="00CB13B8"/>
    <w:rsid w:val="00CC1533"/>
    <w:rsid w:val="00CC287E"/>
    <w:rsid w:val="00CC519F"/>
    <w:rsid w:val="00CC6313"/>
    <w:rsid w:val="00CD1E9C"/>
    <w:rsid w:val="00CD437A"/>
    <w:rsid w:val="00CE0D70"/>
    <w:rsid w:val="00CE5917"/>
    <w:rsid w:val="00CF282D"/>
    <w:rsid w:val="00CF67BD"/>
    <w:rsid w:val="00D0177C"/>
    <w:rsid w:val="00D025FA"/>
    <w:rsid w:val="00D0558A"/>
    <w:rsid w:val="00D065CB"/>
    <w:rsid w:val="00D1074C"/>
    <w:rsid w:val="00D164CE"/>
    <w:rsid w:val="00D220AE"/>
    <w:rsid w:val="00D244E3"/>
    <w:rsid w:val="00D2455C"/>
    <w:rsid w:val="00D26E1D"/>
    <w:rsid w:val="00D275E6"/>
    <w:rsid w:val="00D36384"/>
    <w:rsid w:val="00D47291"/>
    <w:rsid w:val="00D5269C"/>
    <w:rsid w:val="00D57A3E"/>
    <w:rsid w:val="00D604A4"/>
    <w:rsid w:val="00D616E1"/>
    <w:rsid w:val="00D620F0"/>
    <w:rsid w:val="00D64A8D"/>
    <w:rsid w:val="00D64FE1"/>
    <w:rsid w:val="00D65A52"/>
    <w:rsid w:val="00D70CCB"/>
    <w:rsid w:val="00D72862"/>
    <w:rsid w:val="00D748C1"/>
    <w:rsid w:val="00D771A1"/>
    <w:rsid w:val="00D77BE5"/>
    <w:rsid w:val="00D77CA9"/>
    <w:rsid w:val="00D80AFF"/>
    <w:rsid w:val="00D81185"/>
    <w:rsid w:val="00D817D8"/>
    <w:rsid w:val="00D81B02"/>
    <w:rsid w:val="00D82106"/>
    <w:rsid w:val="00D82D36"/>
    <w:rsid w:val="00D87F94"/>
    <w:rsid w:val="00D92132"/>
    <w:rsid w:val="00D97690"/>
    <w:rsid w:val="00D97969"/>
    <w:rsid w:val="00D97E5A"/>
    <w:rsid w:val="00DA5ADC"/>
    <w:rsid w:val="00DA6450"/>
    <w:rsid w:val="00DA6A53"/>
    <w:rsid w:val="00DA6E2D"/>
    <w:rsid w:val="00DB42E4"/>
    <w:rsid w:val="00DC011C"/>
    <w:rsid w:val="00DC2396"/>
    <w:rsid w:val="00DC3BB2"/>
    <w:rsid w:val="00DC6F21"/>
    <w:rsid w:val="00DD10E0"/>
    <w:rsid w:val="00DD69B4"/>
    <w:rsid w:val="00DD709D"/>
    <w:rsid w:val="00DE098F"/>
    <w:rsid w:val="00DE0EF4"/>
    <w:rsid w:val="00DE4AA9"/>
    <w:rsid w:val="00DE63FF"/>
    <w:rsid w:val="00DF26DC"/>
    <w:rsid w:val="00DF3AAD"/>
    <w:rsid w:val="00DF4927"/>
    <w:rsid w:val="00E00C6F"/>
    <w:rsid w:val="00E010C6"/>
    <w:rsid w:val="00E033AD"/>
    <w:rsid w:val="00E03F5D"/>
    <w:rsid w:val="00E04CB7"/>
    <w:rsid w:val="00E06C4E"/>
    <w:rsid w:val="00E06EEF"/>
    <w:rsid w:val="00E1665A"/>
    <w:rsid w:val="00E21BC8"/>
    <w:rsid w:val="00E267FA"/>
    <w:rsid w:val="00E30E49"/>
    <w:rsid w:val="00E3325B"/>
    <w:rsid w:val="00E33E3A"/>
    <w:rsid w:val="00E37DCC"/>
    <w:rsid w:val="00E40493"/>
    <w:rsid w:val="00E500A7"/>
    <w:rsid w:val="00E52AE9"/>
    <w:rsid w:val="00E558C1"/>
    <w:rsid w:val="00E614F4"/>
    <w:rsid w:val="00E65DA6"/>
    <w:rsid w:val="00E73387"/>
    <w:rsid w:val="00E826E9"/>
    <w:rsid w:val="00E857AC"/>
    <w:rsid w:val="00E92772"/>
    <w:rsid w:val="00EA5EFB"/>
    <w:rsid w:val="00EA6959"/>
    <w:rsid w:val="00EB21A0"/>
    <w:rsid w:val="00EB5878"/>
    <w:rsid w:val="00EC13F1"/>
    <w:rsid w:val="00EC22CA"/>
    <w:rsid w:val="00EC26D0"/>
    <w:rsid w:val="00EC35D4"/>
    <w:rsid w:val="00EC4F35"/>
    <w:rsid w:val="00ED21D6"/>
    <w:rsid w:val="00ED2EBC"/>
    <w:rsid w:val="00ED705B"/>
    <w:rsid w:val="00EF541E"/>
    <w:rsid w:val="00EF5E81"/>
    <w:rsid w:val="00EF5F2D"/>
    <w:rsid w:val="00F01BDB"/>
    <w:rsid w:val="00F041A8"/>
    <w:rsid w:val="00F12E1A"/>
    <w:rsid w:val="00F14287"/>
    <w:rsid w:val="00F15CF2"/>
    <w:rsid w:val="00F16103"/>
    <w:rsid w:val="00F178C2"/>
    <w:rsid w:val="00F259DA"/>
    <w:rsid w:val="00F3003F"/>
    <w:rsid w:val="00F30C42"/>
    <w:rsid w:val="00F32440"/>
    <w:rsid w:val="00F41763"/>
    <w:rsid w:val="00F42389"/>
    <w:rsid w:val="00F44562"/>
    <w:rsid w:val="00F500F4"/>
    <w:rsid w:val="00F508F6"/>
    <w:rsid w:val="00F56561"/>
    <w:rsid w:val="00F70283"/>
    <w:rsid w:val="00F708EB"/>
    <w:rsid w:val="00F70C2A"/>
    <w:rsid w:val="00F7444A"/>
    <w:rsid w:val="00F81C09"/>
    <w:rsid w:val="00F87E3D"/>
    <w:rsid w:val="00F91BA4"/>
    <w:rsid w:val="00FA3136"/>
    <w:rsid w:val="00FA6571"/>
    <w:rsid w:val="00FA705B"/>
    <w:rsid w:val="00FA7F9A"/>
    <w:rsid w:val="00FB1FE0"/>
    <w:rsid w:val="00FB22AC"/>
    <w:rsid w:val="00FB7B5D"/>
    <w:rsid w:val="00FC3A0A"/>
    <w:rsid w:val="00FC3BA2"/>
    <w:rsid w:val="00FD749B"/>
    <w:rsid w:val="00FE2C55"/>
    <w:rsid w:val="00FE57C3"/>
    <w:rsid w:val="00FE61BE"/>
    <w:rsid w:val="00FF05A2"/>
    <w:rsid w:val="00FF2158"/>
    <w:rsid w:val="00FF3AAC"/>
    <w:rsid w:val="00FF7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D7B53-6E2C-4395-A09F-AAFBD840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565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A581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AA581D"/>
    <w:pPr>
      <w:ind w:left="720"/>
      <w:contextualSpacing/>
    </w:pPr>
  </w:style>
  <w:style w:type="paragraph" w:customStyle="1" w:styleId="Default">
    <w:name w:val="Default"/>
    <w:rsid w:val="004337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6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6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3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ekolandbau.de/bio-siegel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559BA7A3.dotm</Template>
  <TotalTime>0</TotalTime>
  <Pages>1</Pages>
  <Words>185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Paul-Fujitsu</dc:creator>
  <cp:lastModifiedBy>Birgit Simmank</cp:lastModifiedBy>
  <cp:revision>2</cp:revision>
  <cp:lastPrinted>2019-11-15T10:18:00Z</cp:lastPrinted>
  <dcterms:created xsi:type="dcterms:W3CDTF">2019-11-15T10:46:00Z</dcterms:created>
  <dcterms:modified xsi:type="dcterms:W3CDTF">2019-11-15T10:46:00Z</dcterms:modified>
</cp:coreProperties>
</file>